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BF79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A9569F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0F15F9" w14:textId="68D53ED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301EB">
        <w:rPr>
          <w:rFonts w:ascii="Corbel" w:hAnsi="Corbel"/>
          <w:i/>
          <w:smallCaps/>
          <w:sz w:val="24"/>
          <w:szCs w:val="24"/>
        </w:rPr>
        <w:t>202</w:t>
      </w:r>
      <w:r w:rsidR="0064694D">
        <w:rPr>
          <w:rFonts w:ascii="Corbel" w:hAnsi="Corbel"/>
          <w:i/>
          <w:smallCaps/>
          <w:sz w:val="24"/>
          <w:szCs w:val="24"/>
        </w:rPr>
        <w:t>1</w:t>
      </w:r>
      <w:r w:rsidR="00C301EB">
        <w:rPr>
          <w:rFonts w:ascii="Corbel" w:hAnsi="Corbel"/>
          <w:i/>
          <w:smallCaps/>
          <w:sz w:val="24"/>
          <w:szCs w:val="24"/>
        </w:rPr>
        <w:t>-202</w:t>
      </w:r>
      <w:r w:rsidR="0064694D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ACAEB38" w14:textId="1E83A86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27465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5AE7D2F" w14:textId="6625C4D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4694D" w:rsidRPr="0064694D">
        <w:rPr>
          <w:rFonts w:ascii="Corbel" w:hAnsi="Corbel"/>
          <w:sz w:val="20"/>
          <w:szCs w:val="20"/>
        </w:rPr>
        <w:t>2023/2024</w:t>
      </w:r>
      <w:bookmarkStart w:id="0" w:name="_GoBack"/>
      <w:bookmarkEnd w:id="0"/>
    </w:p>
    <w:p w14:paraId="42057C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80A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1EB4AC" w14:textId="77777777" w:rsidTr="00C301EB">
        <w:tc>
          <w:tcPr>
            <w:tcW w:w="2694" w:type="dxa"/>
            <w:vAlign w:val="center"/>
          </w:tcPr>
          <w:p w14:paraId="4ED91E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BA65" w14:textId="3AA5B4EC" w:rsidR="0085747A" w:rsidRPr="00627465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7465">
              <w:rPr>
                <w:rFonts w:ascii="Corbel" w:hAnsi="Corbel"/>
                <w:sz w:val="24"/>
                <w:szCs w:val="24"/>
              </w:rPr>
              <w:t>Służby</w:t>
            </w:r>
            <w:r w:rsidR="001169D4">
              <w:rPr>
                <w:rFonts w:ascii="Corbel" w:hAnsi="Corbel"/>
                <w:sz w:val="24"/>
                <w:szCs w:val="24"/>
              </w:rPr>
              <w:t xml:space="preserve"> RP</w:t>
            </w:r>
            <w:r w:rsidRPr="00627465">
              <w:rPr>
                <w:rFonts w:ascii="Corbel" w:hAnsi="Corbel"/>
                <w:sz w:val="24"/>
                <w:szCs w:val="24"/>
              </w:rPr>
              <w:t xml:space="preserve"> odpowiedzialne za bezpieczeństwo państwa</w:t>
            </w:r>
          </w:p>
        </w:tc>
      </w:tr>
      <w:tr w:rsidR="0085747A" w:rsidRPr="009C54AE" w14:paraId="73F3BB76" w14:textId="77777777" w:rsidTr="00C301EB">
        <w:tc>
          <w:tcPr>
            <w:tcW w:w="2694" w:type="dxa"/>
            <w:vAlign w:val="center"/>
          </w:tcPr>
          <w:p w14:paraId="6205E7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856801" w14:textId="3A4A1C0C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MK63</w:t>
            </w:r>
          </w:p>
        </w:tc>
      </w:tr>
      <w:tr w:rsidR="0085747A" w:rsidRPr="009C54AE" w14:paraId="50878225" w14:textId="77777777" w:rsidTr="00C301EB">
        <w:tc>
          <w:tcPr>
            <w:tcW w:w="2694" w:type="dxa"/>
            <w:vAlign w:val="center"/>
          </w:tcPr>
          <w:p w14:paraId="686B9A8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14D04B" w14:textId="77C6AC7D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BFAB370" w14:textId="77777777" w:rsidTr="00C301EB">
        <w:tc>
          <w:tcPr>
            <w:tcW w:w="2694" w:type="dxa"/>
            <w:vAlign w:val="center"/>
          </w:tcPr>
          <w:p w14:paraId="7998A8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82260D" w14:textId="603FA7A1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301EB" w:rsidRPr="009C54AE" w14:paraId="74C12DC5" w14:textId="77777777" w:rsidTr="00C301EB">
        <w:tc>
          <w:tcPr>
            <w:tcW w:w="2694" w:type="dxa"/>
            <w:vAlign w:val="center"/>
          </w:tcPr>
          <w:p w14:paraId="6BC2AD1F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786B82" w14:textId="020F1F8B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C301EB" w:rsidRPr="009C54AE" w14:paraId="2F9EF6A4" w14:textId="77777777" w:rsidTr="00C301EB">
        <w:tc>
          <w:tcPr>
            <w:tcW w:w="2694" w:type="dxa"/>
            <w:vAlign w:val="center"/>
          </w:tcPr>
          <w:p w14:paraId="3205CCB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8B3C8F" w14:textId="1939C0C9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C301EB" w:rsidRPr="009C54AE" w14:paraId="50468FAC" w14:textId="77777777" w:rsidTr="00C301EB">
        <w:tc>
          <w:tcPr>
            <w:tcW w:w="2694" w:type="dxa"/>
            <w:vAlign w:val="center"/>
          </w:tcPr>
          <w:p w14:paraId="0068D05E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0E5102" w14:textId="57A595B8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301EB" w:rsidRPr="009C54AE" w14:paraId="00A985E6" w14:textId="77777777" w:rsidTr="00C301EB">
        <w:tc>
          <w:tcPr>
            <w:tcW w:w="2694" w:type="dxa"/>
            <w:vAlign w:val="center"/>
          </w:tcPr>
          <w:p w14:paraId="3E02887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39DB95" w14:textId="066D9541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301EB" w:rsidRPr="009C54AE" w14:paraId="60DFA638" w14:textId="77777777" w:rsidTr="00C301EB">
        <w:tc>
          <w:tcPr>
            <w:tcW w:w="2694" w:type="dxa"/>
            <w:vAlign w:val="center"/>
          </w:tcPr>
          <w:p w14:paraId="028286D4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7B14F3" w14:textId="6EBEDDEF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C301EB" w:rsidRPr="009C54AE" w14:paraId="5CA1C8A1" w14:textId="77777777" w:rsidTr="00C301EB">
        <w:tc>
          <w:tcPr>
            <w:tcW w:w="2694" w:type="dxa"/>
            <w:vAlign w:val="center"/>
          </w:tcPr>
          <w:p w14:paraId="7EF8A3A2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AA7045" w14:textId="331915F7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301EB" w:rsidRPr="009C54AE" w14:paraId="2FAE5E70" w14:textId="77777777" w:rsidTr="00C301EB">
        <w:tc>
          <w:tcPr>
            <w:tcW w:w="2694" w:type="dxa"/>
            <w:vAlign w:val="center"/>
          </w:tcPr>
          <w:p w14:paraId="459A9FD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F36674" w14:textId="4A16007A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301EB" w:rsidRPr="009C54AE" w14:paraId="30A34CDC" w14:textId="77777777" w:rsidTr="00C301EB">
        <w:tc>
          <w:tcPr>
            <w:tcW w:w="2694" w:type="dxa"/>
            <w:vAlign w:val="center"/>
          </w:tcPr>
          <w:p w14:paraId="4F69B08D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A6DE1A" w14:textId="4E682505" w:rsidR="00C301EB" w:rsidRPr="009C54AE" w:rsidRDefault="00F42FEF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w:rsidR="00C301EB" w:rsidRPr="009C54AE" w14:paraId="247C1BED" w14:textId="77777777" w:rsidTr="00C301EB">
        <w:tc>
          <w:tcPr>
            <w:tcW w:w="2694" w:type="dxa"/>
            <w:vAlign w:val="center"/>
          </w:tcPr>
          <w:p w14:paraId="03C85D5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B21FD6" w14:textId="0281D192" w:rsidR="00C301EB" w:rsidRPr="009C54AE" w:rsidRDefault="00627465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w14:paraId="48481C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67221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938A0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22CE7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B7DF2F" w14:textId="77777777" w:rsidTr="00C301E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6D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06BE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DF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B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A5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70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3C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14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A0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5E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07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0AF700" w14:textId="77777777" w:rsidTr="00EF290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D1CF" w14:textId="21440F82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D3D5" w14:textId="4C20BD33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5FDC" w14:textId="1F072605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275B" w14:textId="401BB680" w:rsidR="00015B8F" w:rsidRPr="009C54AE" w:rsidRDefault="00627465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9CE3" w14:textId="151768DE" w:rsidR="00015B8F" w:rsidRPr="009C54AE" w:rsidRDefault="00015B8F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673C" w14:textId="4975FFBE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6088" w14:textId="4EE10479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2548" w14:textId="297577BD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403B" w14:textId="1A7F6913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E1B1" w14:textId="24EEC875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830D9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ADF0E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FF1EC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CFB8E" w14:textId="402DF906" w:rsidR="0085747A" w:rsidRPr="009C54AE" w:rsidRDefault="00C301E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5B5E1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345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9738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E2FAA2" w14:textId="028C04E9" w:rsidR="009C54AE" w:rsidRDefault="00C301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73B5EFD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F06E4" w14:textId="12722F0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1831209" w14:textId="77777777" w:rsidR="00B25A2B" w:rsidRPr="009C54AE" w:rsidRDefault="00B25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4B02F" w14:textId="77777777" w:rsidTr="00745302">
        <w:tc>
          <w:tcPr>
            <w:tcW w:w="9670" w:type="dxa"/>
          </w:tcPr>
          <w:p w14:paraId="14E4595B" w14:textId="4777FF16" w:rsidR="0085747A" w:rsidRPr="009C54AE" w:rsidRDefault="00C301EB" w:rsidP="00C301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Wiadomości z przedmiotu Bezpieczeństwo Wewnętrzne oraz Siły Zbrojne i polityka obronna RP</w:t>
            </w:r>
          </w:p>
        </w:tc>
      </w:tr>
    </w:tbl>
    <w:p w14:paraId="4127B06C" w14:textId="00DE13A1" w:rsidR="00FE5930" w:rsidRDefault="00FE593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82B33" w14:textId="77777777" w:rsidR="00153C41" w:rsidRDefault="00FE593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14:paraId="2AA805A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EE0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FCA16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C993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16E50D" w14:textId="77777777" w:rsidTr="00B25A2B">
        <w:tc>
          <w:tcPr>
            <w:tcW w:w="851" w:type="dxa"/>
            <w:vAlign w:val="center"/>
          </w:tcPr>
          <w:p w14:paraId="561AA2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D67E0" w14:textId="79A28DA7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struktur, funkcji i problemów najważniejszych służb odpowiedzialnych za bezpieczeństwo państwa</w:t>
            </w:r>
          </w:p>
        </w:tc>
      </w:tr>
      <w:tr w:rsidR="0085747A" w:rsidRPr="009C54AE" w14:paraId="03556AD3" w14:textId="77777777" w:rsidTr="00B25A2B">
        <w:tc>
          <w:tcPr>
            <w:tcW w:w="851" w:type="dxa"/>
            <w:vAlign w:val="center"/>
          </w:tcPr>
          <w:p w14:paraId="065DF40D" w14:textId="1E5E1DB5" w:rsidR="0085747A" w:rsidRPr="009C54AE" w:rsidRDefault="00C301E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683F68" w14:textId="4F7743F8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zmianami zachodzącymi w głównych służbach odpowiedzialnych za bezpieczeństwo państwa oraz wyzwaniami prognozowanymi w przyszłości</w:t>
            </w:r>
          </w:p>
        </w:tc>
      </w:tr>
      <w:tr w:rsidR="0085747A" w:rsidRPr="009C54AE" w14:paraId="45BA5947" w14:textId="77777777" w:rsidTr="00B25A2B">
        <w:tc>
          <w:tcPr>
            <w:tcW w:w="851" w:type="dxa"/>
            <w:vAlign w:val="center"/>
          </w:tcPr>
          <w:p w14:paraId="7EEFE5A8" w14:textId="59D3A21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4A6966" w14:textId="37A2C422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Analiza i dyskusja zmian proponowanych przez ekspertów w funkcjonowaniu służb odpowiedzialnych za bezpieczeństwo państwa, wynikających ze zmieniających się uwarunkowań globalnych, międzynarodowych, jak i lokalnych. </w:t>
            </w:r>
          </w:p>
        </w:tc>
      </w:tr>
    </w:tbl>
    <w:p w14:paraId="18FFC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D6074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E33A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41C745A" w14:textId="77777777" w:rsidTr="0071620A">
        <w:tc>
          <w:tcPr>
            <w:tcW w:w="1701" w:type="dxa"/>
            <w:vAlign w:val="center"/>
          </w:tcPr>
          <w:p w14:paraId="693951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EF52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3541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644980E" w14:textId="77777777" w:rsidTr="005E6E85">
        <w:tc>
          <w:tcPr>
            <w:tcW w:w="1701" w:type="dxa"/>
          </w:tcPr>
          <w:p w14:paraId="42A874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8BB5C9" w14:textId="0C976DF9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zasady funkcjonowania systemu bezpieczeństwa wewnętrznego</w:t>
            </w:r>
          </w:p>
        </w:tc>
        <w:tc>
          <w:tcPr>
            <w:tcW w:w="1873" w:type="dxa"/>
          </w:tcPr>
          <w:p w14:paraId="31C9D030" w14:textId="4DA014BB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02C77CD" w14:textId="77777777" w:rsidTr="005E6E85">
        <w:tc>
          <w:tcPr>
            <w:tcW w:w="1701" w:type="dxa"/>
          </w:tcPr>
          <w:p w14:paraId="308A2A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7B1952" w14:textId="11790A26" w:rsidR="0085747A" w:rsidRPr="005B1E29" w:rsidRDefault="00F42FEF" w:rsidP="005B1E2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 i rozumie zasady zarządzania służbami odpowiedzialnymi za bezpieczeństwo wewnętrzne </w:t>
            </w:r>
          </w:p>
        </w:tc>
        <w:tc>
          <w:tcPr>
            <w:tcW w:w="1873" w:type="dxa"/>
          </w:tcPr>
          <w:p w14:paraId="70874344" w14:textId="77078D19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5F48BAC5" w14:textId="77777777" w:rsidTr="005E6E85">
        <w:tc>
          <w:tcPr>
            <w:tcW w:w="1701" w:type="dxa"/>
          </w:tcPr>
          <w:p w14:paraId="14FC9CC3" w14:textId="5F11A4F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301E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A169B8A" w14:textId="605885CE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301EB" w:rsidRPr="005B1E29">
              <w:rPr>
                <w:rFonts w:ascii="Corbel" w:hAnsi="Corbel"/>
                <w:b w:val="0"/>
                <w:smallCaps w:val="0"/>
                <w:szCs w:val="24"/>
              </w:rPr>
              <w:t xml:space="preserve">wyjaśniać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poszczególnych służb odpowiedzialnych za bezpieczeństwo wewnętrzne we </w:t>
            </w:r>
            <w:r w:rsidR="00C301EB" w:rsidRPr="005B1E29">
              <w:rPr>
                <w:rFonts w:ascii="Corbel" w:hAnsi="Corbel"/>
                <w:b w:val="0"/>
                <w:smallCaps w:val="0"/>
                <w:szCs w:val="24"/>
              </w:rPr>
              <w:t>współczesnym państwie i świecie</w:t>
            </w:r>
          </w:p>
        </w:tc>
        <w:tc>
          <w:tcPr>
            <w:tcW w:w="1873" w:type="dxa"/>
          </w:tcPr>
          <w:p w14:paraId="1059C78A" w14:textId="2833AAC2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301EB" w:rsidRPr="009C54AE" w14:paraId="15541442" w14:textId="77777777" w:rsidTr="005E6E85">
        <w:tc>
          <w:tcPr>
            <w:tcW w:w="1701" w:type="dxa"/>
          </w:tcPr>
          <w:p w14:paraId="48A6FA5C" w14:textId="6F83D680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DF87EB" w14:textId="652634CC" w:rsidR="00C301EB" w:rsidRPr="009C54AE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proponować zmiany mogące podnieść funkcjonalność poszczególnych służb jak i ich interoperacyjność w ramach systemu bezpieczeństwa wewnętrznego</w:t>
            </w:r>
          </w:p>
        </w:tc>
        <w:tc>
          <w:tcPr>
            <w:tcW w:w="1873" w:type="dxa"/>
          </w:tcPr>
          <w:p w14:paraId="426E1CCF" w14:textId="74AEFD16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C301EB" w:rsidRPr="009C54AE" w14:paraId="46A715DC" w14:textId="77777777" w:rsidTr="005E6E85">
        <w:tc>
          <w:tcPr>
            <w:tcW w:w="1701" w:type="dxa"/>
          </w:tcPr>
          <w:p w14:paraId="51E7224E" w14:textId="7B4228D7" w:rsidR="00C301EB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1BFB08" w14:textId="6ACDC218" w:rsidR="00C301EB" w:rsidRPr="009C54AE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dyskusji i przyjmowania opinii ekspertów oraz uczestniczenia w debacie na temat systemu bezpieczeństwa wewnętrznego </w:t>
            </w:r>
          </w:p>
        </w:tc>
        <w:tc>
          <w:tcPr>
            <w:tcW w:w="1873" w:type="dxa"/>
          </w:tcPr>
          <w:p w14:paraId="6B7A1C93" w14:textId="796D9C01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431F5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B36CB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5DB0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5AFEC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8880AC" w14:textId="77777777" w:rsidTr="005B1E29">
        <w:tc>
          <w:tcPr>
            <w:tcW w:w="9520" w:type="dxa"/>
          </w:tcPr>
          <w:p w14:paraId="53EDB6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349A54" w14:textId="77777777" w:rsidTr="005B1E29">
        <w:tc>
          <w:tcPr>
            <w:tcW w:w="9520" w:type="dxa"/>
          </w:tcPr>
          <w:p w14:paraId="4CBD24AB" w14:textId="3CCA01AE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przedmiotu, omówienie systemu bezpieczeństwa państwa</w:t>
            </w:r>
          </w:p>
        </w:tc>
      </w:tr>
      <w:tr w:rsidR="005B1E29" w:rsidRPr="009C54AE" w14:paraId="62EA2789" w14:textId="77777777" w:rsidTr="005B1E29">
        <w:tc>
          <w:tcPr>
            <w:tcW w:w="9520" w:type="dxa"/>
          </w:tcPr>
          <w:p w14:paraId="710B8B41" w14:textId="2F7C823B" w:rsidR="005B1E29" w:rsidRPr="009C54AE" w:rsidRDefault="005B1E29" w:rsidP="00A345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Ogólna charakterystyka służb odpowiedzialnych za bezpieczeństwo wewnętrzne i relacji między nimi</w:t>
            </w:r>
          </w:p>
        </w:tc>
      </w:tr>
      <w:tr w:rsidR="005B1E29" w:rsidRPr="009C54AE" w14:paraId="0D7900E6" w14:textId="77777777" w:rsidTr="005B1E29">
        <w:tc>
          <w:tcPr>
            <w:tcW w:w="9520" w:type="dxa"/>
          </w:tcPr>
          <w:p w14:paraId="4BFB9467" w14:textId="26C5E63C" w:rsidR="005B1E29" w:rsidRPr="009C54AE" w:rsidRDefault="005B1E29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Siły Zbrojne RP</w:t>
            </w:r>
          </w:p>
        </w:tc>
      </w:tr>
      <w:tr w:rsidR="005B1E29" w:rsidRPr="009C54AE" w14:paraId="63856FBC" w14:textId="77777777" w:rsidTr="005B1E29">
        <w:tc>
          <w:tcPr>
            <w:tcW w:w="9520" w:type="dxa"/>
          </w:tcPr>
          <w:p w14:paraId="762423FC" w14:textId="362B812D" w:rsidR="005B1E29" w:rsidRPr="009C54AE" w:rsidRDefault="005B1E29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Policja</w:t>
            </w:r>
          </w:p>
        </w:tc>
      </w:tr>
      <w:tr w:rsidR="0085747A" w:rsidRPr="009C54AE" w14:paraId="5ED2E0FB" w14:textId="77777777" w:rsidTr="005B1E29">
        <w:tc>
          <w:tcPr>
            <w:tcW w:w="9520" w:type="dxa"/>
          </w:tcPr>
          <w:p w14:paraId="701132B3" w14:textId="475B2006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Służby specjalne</w:t>
            </w:r>
          </w:p>
        </w:tc>
      </w:tr>
      <w:tr w:rsidR="005B1E29" w:rsidRPr="009C54AE" w14:paraId="148380BB" w14:textId="77777777" w:rsidTr="005B1E29">
        <w:tc>
          <w:tcPr>
            <w:tcW w:w="9520" w:type="dxa"/>
          </w:tcPr>
          <w:p w14:paraId="5DB56F81" w14:textId="499126A5" w:rsidR="005B1E29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Państwowa Straż Pożarna/Ochotnicza Straż Pożarna</w:t>
            </w:r>
          </w:p>
        </w:tc>
      </w:tr>
      <w:tr w:rsidR="0085747A" w:rsidRPr="009C54AE" w14:paraId="3ECABE29" w14:textId="77777777" w:rsidTr="005B1E29">
        <w:tc>
          <w:tcPr>
            <w:tcW w:w="9520" w:type="dxa"/>
          </w:tcPr>
          <w:p w14:paraId="5B0DE303" w14:textId="25726CCA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Obrona Cywilna</w:t>
            </w:r>
          </w:p>
        </w:tc>
      </w:tr>
      <w:tr w:rsidR="005B1E29" w:rsidRPr="009C54AE" w14:paraId="4679002E" w14:textId="77777777" w:rsidTr="005B1E29">
        <w:tc>
          <w:tcPr>
            <w:tcW w:w="9520" w:type="dxa"/>
          </w:tcPr>
          <w:p w14:paraId="6E18BF8A" w14:textId="1DE1C1FC" w:rsidR="005B1E29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zarządzania kryzysowego</w:t>
            </w:r>
          </w:p>
        </w:tc>
      </w:tr>
      <w:tr w:rsidR="005B1E29" w:rsidRPr="009C54AE" w14:paraId="2BC56EFE" w14:textId="77777777" w:rsidTr="005B1E29">
        <w:tc>
          <w:tcPr>
            <w:tcW w:w="9520" w:type="dxa"/>
          </w:tcPr>
          <w:p w14:paraId="1B79D3F7" w14:textId="2D1DAB16" w:rsidR="005B1E29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Kierowania i Dowodzenia Obroną RP</w:t>
            </w:r>
          </w:p>
        </w:tc>
      </w:tr>
    </w:tbl>
    <w:p w14:paraId="02EDFD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133F28" w14:textId="239C2982" w:rsidR="0085747A" w:rsidRPr="009C54AE" w:rsidRDefault="0085747A" w:rsidP="005B1E2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5B1E29">
        <w:rPr>
          <w:rFonts w:ascii="Corbel" w:hAnsi="Corbel"/>
          <w:sz w:val="24"/>
          <w:szCs w:val="24"/>
        </w:rPr>
        <w:t>zajęć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p w14:paraId="206ADFA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6A78D8" w14:textId="77777777" w:rsidTr="005B1E29">
        <w:tc>
          <w:tcPr>
            <w:tcW w:w="9520" w:type="dxa"/>
          </w:tcPr>
          <w:p w14:paraId="3F1255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1E29" w:rsidRPr="009C54AE" w14:paraId="70608DF3" w14:textId="77777777" w:rsidTr="005B1E29">
        <w:tc>
          <w:tcPr>
            <w:tcW w:w="9520" w:type="dxa"/>
          </w:tcPr>
          <w:p w14:paraId="2E00D10C" w14:textId="5B4E61B2" w:rsidR="005B1E29" w:rsidRPr="009C54AE" w:rsidRDefault="005B1E29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zajęć, dyskusja nt. systemu bezpieczeństwa wewnętrznego państwa</w:t>
            </w:r>
          </w:p>
        </w:tc>
      </w:tr>
      <w:tr w:rsidR="005B1E29" w:rsidRPr="009C54AE" w14:paraId="0920D293" w14:textId="77777777" w:rsidTr="005B1E29">
        <w:tc>
          <w:tcPr>
            <w:tcW w:w="9520" w:type="dxa"/>
          </w:tcPr>
          <w:p w14:paraId="4332A641" w14:textId="492C2886" w:rsidR="005B1E29" w:rsidRPr="009C54AE" w:rsidRDefault="005B1E29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BF36EC">
              <w:rPr>
                <w:rFonts w:ascii="Corbel" w:hAnsi="Corbel"/>
                <w:sz w:val="24"/>
                <w:szCs w:val="24"/>
              </w:rPr>
              <w:t xml:space="preserve">planów wykorzystania Sił Zbrojnych RP na wypadek kryzysu i wojny </w:t>
            </w:r>
          </w:p>
        </w:tc>
      </w:tr>
      <w:tr w:rsidR="005B1E29" w:rsidRPr="009C54AE" w14:paraId="324B1C82" w14:textId="77777777" w:rsidTr="005B1E29">
        <w:tc>
          <w:tcPr>
            <w:tcW w:w="9520" w:type="dxa"/>
          </w:tcPr>
          <w:p w14:paraId="4B3B0567" w14:textId="6795B384" w:rsidR="005B1E29" w:rsidRPr="009C54AE" w:rsidRDefault="00BF36E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 przykładów działań Policji z dyskusją</w:t>
            </w:r>
          </w:p>
        </w:tc>
      </w:tr>
      <w:tr w:rsidR="005B1E29" w:rsidRPr="009C54AE" w14:paraId="12AD4D6B" w14:textId="77777777" w:rsidTr="005B1E29">
        <w:tc>
          <w:tcPr>
            <w:tcW w:w="9520" w:type="dxa"/>
          </w:tcPr>
          <w:p w14:paraId="069163C6" w14:textId="7F482E5E" w:rsidR="00BF36EC" w:rsidRPr="009C54AE" w:rsidRDefault="00BF36EC" w:rsidP="00BF36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 przykładów działań służb specjalnych</w:t>
            </w:r>
          </w:p>
        </w:tc>
      </w:tr>
      <w:tr w:rsidR="005B1E29" w:rsidRPr="009C54AE" w14:paraId="474E89A6" w14:textId="77777777" w:rsidTr="005B1E29">
        <w:tc>
          <w:tcPr>
            <w:tcW w:w="9520" w:type="dxa"/>
          </w:tcPr>
          <w:p w14:paraId="1D7FB4FA" w14:textId="0F29AA51" w:rsidR="005B1E29" w:rsidRPr="009C54AE" w:rsidRDefault="00BF36E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dyskusja na temat stanu PSP i OSP oraz probble3mów z jakimi się borykają</w:t>
            </w:r>
          </w:p>
        </w:tc>
      </w:tr>
      <w:tr w:rsidR="005B1E29" w:rsidRPr="009C54AE" w14:paraId="4336BD53" w14:textId="77777777" w:rsidTr="005B1E29">
        <w:tc>
          <w:tcPr>
            <w:tcW w:w="9520" w:type="dxa"/>
          </w:tcPr>
          <w:p w14:paraId="2B03934D" w14:textId="790A0A9B" w:rsidR="005B1E29" w:rsidRPr="009C54AE" w:rsidRDefault="00BF36E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przygotowanych prac nt. przykładowych systemów Obrony Cywilnej i dyskusja na ich temat</w:t>
            </w:r>
          </w:p>
        </w:tc>
      </w:tr>
      <w:tr w:rsidR="0085747A" w:rsidRPr="009C54AE" w14:paraId="08D5DD1A" w14:textId="77777777" w:rsidTr="005B1E29">
        <w:tc>
          <w:tcPr>
            <w:tcW w:w="9520" w:type="dxa"/>
          </w:tcPr>
          <w:p w14:paraId="38AABB07" w14:textId="69E50AC9" w:rsidR="0085747A" w:rsidRPr="009C54AE" w:rsidRDefault="00BF36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dyskusja nad kwestią integracji poszczególnych (pod)systemów składających się na System Reagowania Kryzysowego</w:t>
            </w:r>
          </w:p>
        </w:tc>
      </w:tr>
      <w:tr w:rsidR="0085747A" w:rsidRPr="009C54AE" w14:paraId="20B50B8F" w14:textId="77777777" w:rsidTr="005B1E29">
        <w:tc>
          <w:tcPr>
            <w:tcW w:w="9520" w:type="dxa"/>
          </w:tcPr>
          <w:p w14:paraId="0F8FF4F5" w14:textId="4D696BDE" w:rsidR="0085747A" w:rsidRPr="009C54AE" w:rsidRDefault="00BF36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zmian i stanu obecnego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SKiD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oraz propozycji zmian w przyszłości</w:t>
            </w:r>
          </w:p>
        </w:tc>
      </w:tr>
      <w:tr w:rsidR="0085747A" w:rsidRPr="009C54AE" w14:paraId="17B898B7" w14:textId="77777777" w:rsidTr="005B1E29">
        <w:tc>
          <w:tcPr>
            <w:tcW w:w="9520" w:type="dxa"/>
          </w:tcPr>
          <w:p w14:paraId="5C893B66" w14:textId="1DC7022F" w:rsidR="0085747A" w:rsidRPr="009C54AE" w:rsidRDefault="00BF36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i dyskusja nad różnymi modelami funkcjonowania służb odpowiedzialnych za bezpieczeństwo wewnętrzne innych państw</w:t>
            </w:r>
          </w:p>
        </w:tc>
      </w:tr>
    </w:tbl>
    <w:p w14:paraId="1FC764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57CE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6A2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EFA7E" w14:textId="76AB90D3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DC7514E" w14:textId="77777777" w:rsidR="00BF36EC" w:rsidRDefault="00BF36EC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F2C4832" w14:textId="1D949CDB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BF36EC">
        <w:rPr>
          <w:rFonts w:ascii="Corbel" w:hAnsi="Corbel"/>
          <w:b w:val="0"/>
          <w:i/>
          <w:smallCaps w:val="0"/>
          <w:sz w:val="20"/>
          <w:szCs w:val="20"/>
        </w:rPr>
        <w:t>Analiza konkretnych rozwiązań i przypadków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BF36EC">
        <w:rPr>
          <w:rFonts w:ascii="Corbel" w:hAnsi="Corbel"/>
          <w:b w:val="0"/>
          <w:i/>
          <w:smallCaps w:val="0"/>
          <w:sz w:val="20"/>
          <w:szCs w:val="20"/>
        </w:rPr>
        <w:t xml:space="preserve">propozycje konkretnych rozwiązań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BF36EC">
        <w:rPr>
          <w:rFonts w:ascii="Corbel" w:hAnsi="Corbel"/>
          <w:b w:val="0"/>
          <w:i/>
          <w:smallCaps w:val="0"/>
          <w:sz w:val="20"/>
          <w:szCs w:val="20"/>
        </w:rPr>
        <w:t xml:space="preserve">w  formie prac pisemnych, infografik itp.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0DA6D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A9558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4231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748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E9B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D1507" w14:textId="77777777" w:rsidTr="00BF36EC">
        <w:tc>
          <w:tcPr>
            <w:tcW w:w="1962" w:type="dxa"/>
            <w:vAlign w:val="center"/>
          </w:tcPr>
          <w:p w14:paraId="38D5C5C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10CF6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F2D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3016C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E714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E5930" w:rsidRPr="009C54AE" w14:paraId="6C40A6AF" w14:textId="77777777" w:rsidTr="00BF36EC">
        <w:tc>
          <w:tcPr>
            <w:tcW w:w="1962" w:type="dxa"/>
          </w:tcPr>
          <w:p w14:paraId="7CD1E973" w14:textId="77777777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F5D1FF" w14:textId="2A2F01D7" w:rsidR="00FE5930" w:rsidRPr="0051327D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16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7" w:type="dxa"/>
          </w:tcPr>
          <w:p w14:paraId="4085E8CC" w14:textId="7C882F9C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E5930" w:rsidRPr="009C54AE" w14:paraId="227F7EAA" w14:textId="77777777" w:rsidTr="00BF36EC">
        <w:tc>
          <w:tcPr>
            <w:tcW w:w="1962" w:type="dxa"/>
          </w:tcPr>
          <w:p w14:paraId="074779D8" w14:textId="77777777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1A0718" w14:textId="3D02E85A" w:rsidR="00FE5930" w:rsidRPr="0051327D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16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7" w:type="dxa"/>
          </w:tcPr>
          <w:p w14:paraId="6D8F0353" w14:textId="4853C428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E5930" w:rsidRPr="009C54AE" w14:paraId="02303F19" w14:textId="77777777" w:rsidTr="00BF36EC">
        <w:tc>
          <w:tcPr>
            <w:tcW w:w="1962" w:type="dxa"/>
          </w:tcPr>
          <w:p w14:paraId="0F1C86DC" w14:textId="54A83DFA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46E6D2E" w14:textId="02C44B66" w:rsidR="00FE5930" w:rsidRPr="0051327D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16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7" w:type="dxa"/>
          </w:tcPr>
          <w:p w14:paraId="2B5F4D96" w14:textId="740869B2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F36EC" w:rsidRPr="009C54AE" w14:paraId="0F0E3909" w14:textId="77777777" w:rsidTr="004041FE">
        <w:tc>
          <w:tcPr>
            <w:tcW w:w="1962" w:type="dxa"/>
          </w:tcPr>
          <w:p w14:paraId="47F79E79" w14:textId="25CCCA4A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1876120" w14:textId="3F8D487E" w:rsidR="00BF36EC" w:rsidRPr="009C54AE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41A5C1F2" w14:textId="7416FFF7" w:rsidR="00BF36EC" w:rsidRPr="009C54AE" w:rsidRDefault="00FE5930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  <w:tr w:rsidR="0085747A" w:rsidRPr="009C54AE" w14:paraId="3E134448" w14:textId="77777777" w:rsidTr="00BF36EC">
        <w:tc>
          <w:tcPr>
            <w:tcW w:w="1962" w:type="dxa"/>
          </w:tcPr>
          <w:p w14:paraId="0FF16020" w14:textId="14BADCA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F36EC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A016E64" w14:textId="65F2EC49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63F4B6BC" w14:textId="2A3D145C" w:rsidR="0085747A" w:rsidRPr="009C54AE" w:rsidRDefault="00FE59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42F4C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A6367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483AF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709929" w14:textId="77777777" w:rsidTr="00923D7D">
        <w:tc>
          <w:tcPr>
            <w:tcW w:w="9670" w:type="dxa"/>
          </w:tcPr>
          <w:p w14:paraId="7B295887" w14:textId="63296339" w:rsidR="0051327D" w:rsidRDefault="0051327D" w:rsidP="0051327D">
            <w:pPr>
              <w:pStyle w:val="Punktygwne"/>
              <w:spacing w:before="0" w:after="0"/>
              <w:rPr>
                <w:sz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E5930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ustn</w:t>
            </w:r>
            <w:r w:rsidR="00FE593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polegając</w:t>
            </w:r>
            <w:r w:rsidR="00FE593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odpowiedzi na 3 zadane pytania, </w:t>
            </w:r>
            <w:r>
              <w:rPr>
                <w:sz w:val="20"/>
              </w:rPr>
              <w:t xml:space="preserve">Ostateczna ocena zależna od ilości zebranych punktów, sumaryczna liczba punktów oceniana będzie według schematu: </w:t>
            </w:r>
          </w:p>
          <w:p w14:paraId="7C363737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46F122B4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2BCD389F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7B01EE72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14257E95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7D75D4A5" w14:textId="77777777" w:rsidR="0051327D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2C6BB8D3" w14:textId="77777777" w:rsidR="0051327D" w:rsidRPr="00D67960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030200" w14:textId="5620B68A" w:rsidR="0085747A" w:rsidRPr="009C54AE" w:rsidRDefault="00FE59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51327D" w:rsidRPr="00D67960">
              <w:rPr>
                <w:rFonts w:ascii="Corbel" w:hAnsi="Corbel"/>
                <w:b w:val="0"/>
                <w:smallCaps w:val="0"/>
                <w:szCs w:val="24"/>
              </w:rPr>
              <w:t>: praca projektowa na ocenę wraz z aktywnością na zajęciach</w:t>
            </w:r>
          </w:p>
        </w:tc>
      </w:tr>
    </w:tbl>
    <w:p w14:paraId="2DB087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EB9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3F55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647336" w14:textId="77777777" w:rsidTr="003E1941">
        <w:tc>
          <w:tcPr>
            <w:tcW w:w="4962" w:type="dxa"/>
            <w:vAlign w:val="center"/>
          </w:tcPr>
          <w:p w14:paraId="2BB43D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A545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50E269" w14:textId="77777777" w:rsidTr="00923D7D">
        <w:tc>
          <w:tcPr>
            <w:tcW w:w="4962" w:type="dxa"/>
          </w:tcPr>
          <w:p w14:paraId="47A49C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17E24A" w14:textId="223DE847" w:rsidR="0085747A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1DC5" w:rsidRPr="009C54AE" w14:paraId="3769E237" w14:textId="77777777" w:rsidTr="00923D7D">
        <w:tc>
          <w:tcPr>
            <w:tcW w:w="4962" w:type="dxa"/>
          </w:tcPr>
          <w:p w14:paraId="260AB2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6D03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3D6C21" w14:textId="170C1059" w:rsidR="00C61DC5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C278B69" w14:textId="77777777" w:rsidTr="00923D7D">
        <w:tc>
          <w:tcPr>
            <w:tcW w:w="4962" w:type="dxa"/>
          </w:tcPr>
          <w:p w14:paraId="7418229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F491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73BD07" w14:textId="2CC01447" w:rsidR="00C61DC5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51F0FDC4" w14:textId="77777777" w:rsidTr="00923D7D">
        <w:tc>
          <w:tcPr>
            <w:tcW w:w="4962" w:type="dxa"/>
          </w:tcPr>
          <w:p w14:paraId="241C1B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498E9D" w14:textId="7920F0DE" w:rsidR="0085747A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CDE0A1" w14:textId="77777777" w:rsidTr="00923D7D">
        <w:tc>
          <w:tcPr>
            <w:tcW w:w="4962" w:type="dxa"/>
          </w:tcPr>
          <w:p w14:paraId="254435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B7D0B1" w14:textId="3C04AE5E" w:rsidR="0085747A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2F618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BD0D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C63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85B2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43296C" w14:textId="77777777" w:rsidTr="0071620A">
        <w:trPr>
          <w:trHeight w:val="397"/>
        </w:trPr>
        <w:tc>
          <w:tcPr>
            <w:tcW w:w="3544" w:type="dxa"/>
          </w:tcPr>
          <w:p w14:paraId="7C259C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95BCA" w14:textId="56ADD436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B865D8E" w14:textId="77777777" w:rsidTr="0071620A">
        <w:trPr>
          <w:trHeight w:val="397"/>
        </w:trPr>
        <w:tc>
          <w:tcPr>
            <w:tcW w:w="3544" w:type="dxa"/>
          </w:tcPr>
          <w:p w14:paraId="71991A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A073C7" w14:textId="484953CF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CBFD6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BEC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EBD0D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5723E6E" w14:textId="77777777" w:rsidTr="0071620A">
        <w:trPr>
          <w:trHeight w:val="397"/>
        </w:trPr>
        <w:tc>
          <w:tcPr>
            <w:tcW w:w="7513" w:type="dxa"/>
          </w:tcPr>
          <w:p w14:paraId="212513ED" w14:textId="77777777" w:rsidR="0085747A" w:rsidRDefault="0085747A" w:rsidP="00F342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B8B130" w14:textId="48F25E02" w:rsidR="00CD75EA" w:rsidRPr="009C54AE" w:rsidRDefault="00CD75EA" w:rsidP="00F342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EB3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 E., Pieprzny S., Bezpieczeństwo wewnętrzne państwa, Rzeszów 2015</w:t>
            </w:r>
          </w:p>
        </w:tc>
      </w:tr>
      <w:tr w:rsidR="0085747A" w:rsidRPr="009C54AE" w14:paraId="4ADCAA58" w14:textId="77777777" w:rsidTr="0071620A">
        <w:trPr>
          <w:trHeight w:val="397"/>
        </w:trPr>
        <w:tc>
          <w:tcPr>
            <w:tcW w:w="7513" w:type="dxa"/>
          </w:tcPr>
          <w:p w14:paraId="7A2E9E4A" w14:textId="77777777" w:rsidR="00900680" w:rsidRPr="00EB36DE" w:rsidRDefault="0085747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Literatura uzupełniająca: </w:t>
            </w:r>
            <w:r w:rsidR="00900680" w:rsidRPr="00EB36DE">
              <w:rPr>
                <w:sz w:val="24"/>
                <w:szCs w:val="24"/>
              </w:rPr>
              <w:t xml:space="preserve">Bolesław Balcerowicz, Siły zbrojne w państwie i stosunkach międzynarodowych, Warszawa 2006.  </w:t>
            </w:r>
          </w:p>
          <w:p w14:paraId="697B660B" w14:textId="77777777" w:rsidR="00900680" w:rsidRPr="00EB36DE" w:rsidRDefault="00900680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Bolesław Balcerowicz, Siły zbrojne w stanie pokoju, kryzysu, wojny, Warszawa 2010. </w:t>
            </w:r>
          </w:p>
          <w:p w14:paraId="266740E9" w14:textId="77777777" w:rsidR="0085747A" w:rsidRPr="00EB36DE" w:rsidRDefault="00900680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>Bolesław Balcerowicz, Obronność państwa średniego, Warszawa 1997.</w:t>
            </w:r>
          </w:p>
          <w:p w14:paraId="6231F68C" w14:textId="77777777" w:rsidR="00CD75EA" w:rsidRPr="00EB36DE" w:rsidRDefault="00CD75E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Liwo M., Status służb mundurowych i funkcjonariuszy w nich zatrudnionych, Warszawa 2013. </w:t>
            </w:r>
          </w:p>
          <w:p w14:paraId="31CC32C6" w14:textId="77777777" w:rsidR="00CD75EA" w:rsidRPr="00EB36DE" w:rsidRDefault="00CD75E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Pieprzny S., Administracja bezpieczeństwa i porządku publicznego, Rzeszów 2008. </w:t>
            </w:r>
          </w:p>
          <w:p w14:paraId="2AD1BA16" w14:textId="6D62AA0B" w:rsidR="00CD75EA" w:rsidRPr="00F342EF" w:rsidRDefault="00CD75E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Pieprzny S., Ura E., Formacje mundurowe w systemie administracji publicznej, [w:] Służby i formacje mundurowe w systemie bezpieczeństwa wewnętrznego Rzeczypospolitej Polskiej, red. E. Ura, S. Pieprzny, Rzeszów 2010. </w:t>
            </w:r>
          </w:p>
        </w:tc>
      </w:tr>
    </w:tbl>
    <w:p w14:paraId="0E7FCF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41AF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01D64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342EF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B566F" w14:textId="77777777" w:rsidR="000B5E4D" w:rsidRDefault="000B5E4D" w:rsidP="00C16ABF">
      <w:pPr>
        <w:spacing w:after="0" w:line="240" w:lineRule="auto"/>
      </w:pPr>
      <w:r>
        <w:separator/>
      </w:r>
    </w:p>
  </w:endnote>
  <w:endnote w:type="continuationSeparator" w:id="0">
    <w:p w14:paraId="1EEBBC64" w14:textId="77777777" w:rsidR="000B5E4D" w:rsidRDefault="000B5E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6CE7B" w14:textId="77777777" w:rsidR="000B5E4D" w:rsidRDefault="000B5E4D" w:rsidP="00C16ABF">
      <w:pPr>
        <w:spacing w:after="0" w:line="240" w:lineRule="auto"/>
      </w:pPr>
      <w:r>
        <w:separator/>
      </w:r>
    </w:p>
  </w:footnote>
  <w:footnote w:type="continuationSeparator" w:id="0">
    <w:p w14:paraId="363DEDA1" w14:textId="77777777" w:rsidR="000B5E4D" w:rsidRDefault="000B5E4D" w:rsidP="00C16ABF">
      <w:pPr>
        <w:spacing w:after="0" w:line="240" w:lineRule="auto"/>
      </w:pPr>
      <w:r>
        <w:continuationSeparator/>
      </w:r>
    </w:p>
  </w:footnote>
  <w:footnote w:id="1">
    <w:p w14:paraId="2D30A0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11F8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725C2"/>
    <w:multiLevelType w:val="hybridMultilevel"/>
    <w:tmpl w:val="661497C2"/>
    <w:lvl w:ilvl="0" w:tplc="714A9674">
      <w:start w:val="1"/>
      <w:numFmt w:val="decimal"/>
      <w:lvlText w:val="%1."/>
      <w:lvlJc w:val="left"/>
      <w:pPr>
        <w:ind w:left="1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0A8DF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1A664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86A5E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2A79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7EE61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C0865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4A20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C2150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E4D"/>
    <w:rsid w:val="000D04B0"/>
    <w:rsid w:val="000F1C57"/>
    <w:rsid w:val="000F5615"/>
    <w:rsid w:val="001169D4"/>
    <w:rsid w:val="00117FE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27D"/>
    <w:rsid w:val="00513B6F"/>
    <w:rsid w:val="00517C63"/>
    <w:rsid w:val="005241EA"/>
    <w:rsid w:val="005363C4"/>
    <w:rsid w:val="00536BDE"/>
    <w:rsid w:val="00543ACC"/>
    <w:rsid w:val="0056696D"/>
    <w:rsid w:val="0059484D"/>
    <w:rsid w:val="005A0855"/>
    <w:rsid w:val="005A133C"/>
    <w:rsid w:val="005A3196"/>
    <w:rsid w:val="005B1E29"/>
    <w:rsid w:val="005C080F"/>
    <w:rsid w:val="005C55E5"/>
    <w:rsid w:val="005C696A"/>
    <w:rsid w:val="005E6E85"/>
    <w:rsid w:val="005F31D2"/>
    <w:rsid w:val="0061029B"/>
    <w:rsid w:val="00617230"/>
    <w:rsid w:val="00621CE1"/>
    <w:rsid w:val="00627465"/>
    <w:rsid w:val="00627FC9"/>
    <w:rsid w:val="0064694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680"/>
    <w:rsid w:val="009023F0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52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85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A2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6EC"/>
    <w:rsid w:val="00C058B4"/>
    <w:rsid w:val="00C05F44"/>
    <w:rsid w:val="00C131B5"/>
    <w:rsid w:val="00C16ABF"/>
    <w:rsid w:val="00C170AE"/>
    <w:rsid w:val="00C26CB7"/>
    <w:rsid w:val="00C301E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EA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598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B36DE"/>
    <w:rsid w:val="00EC4899"/>
    <w:rsid w:val="00ED03AB"/>
    <w:rsid w:val="00ED32D2"/>
    <w:rsid w:val="00EE32DE"/>
    <w:rsid w:val="00EE5457"/>
    <w:rsid w:val="00EF2906"/>
    <w:rsid w:val="00F070AB"/>
    <w:rsid w:val="00F17567"/>
    <w:rsid w:val="00F27A7B"/>
    <w:rsid w:val="00F342EF"/>
    <w:rsid w:val="00F42FE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3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FFE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D7EE3-5420-4233-93C0-61F823D1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59</TotalTime>
  <Pages>4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2019-02-06T12:12:00Z</cp:lastPrinted>
  <dcterms:created xsi:type="dcterms:W3CDTF">2021-02-04T10:09:00Z</dcterms:created>
  <dcterms:modified xsi:type="dcterms:W3CDTF">2021-07-05T07:06:00Z</dcterms:modified>
</cp:coreProperties>
</file>